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4A30D04F" w:rsidR="00F1480E" w:rsidRPr="00CC451E" w:rsidRDefault="00AC3C35" w:rsidP="00163143">
            <w:pPr>
              <w:pStyle w:val="SIText"/>
            </w:pPr>
            <w:r>
              <w:t>This version released with RGR Racing</w:t>
            </w:r>
            <w:r w:rsidR="00337E82" w:rsidRPr="00CC451E">
              <w:t xml:space="preserve">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3A7717A7" w:rsidR="00F1480E" w:rsidRPr="00923720" w:rsidRDefault="00AC3C35" w:rsidP="00163143">
            <w:pPr>
              <w:pStyle w:val="SIQUALCODE"/>
            </w:pPr>
            <w:r>
              <w:t>RGR</w:t>
            </w:r>
            <w:r w:rsidR="00163143">
              <w:t>101</w:t>
            </w:r>
            <w:r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104BE22F" w:rsidR="00F1480E" w:rsidRPr="00923720" w:rsidRDefault="00AC3C35" w:rsidP="00163143">
            <w:pPr>
              <w:pStyle w:val="SIQUALtitle"/>
            </w:pPr>
            <w:r w:rsidRPr="00250326">
              <w:t>Certificate I in Racing (Stablehand)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4B4D85BC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0F22F63F" w14:textId="128D1991" w:rsidR="00163143" w:rsidRDefault="000E00B6" w:rsidP="00163143">
            <w:pPr>
              <w:pStyle w:val="SIText"/>
            </w:pPr>
            <w:r w:rsidRPr="00323F49">
              <w:t xml:space="preserve">This qualification reflects the role </w:t>
            </w:r>
            <w:r>
              <w:t xml:space="preserve">of </w:t>
            </w:r>
            <w:r w:rsidRPr="00323F49">
              <w:t xml:space="preserve">individuals working as </w:t>
            </w:r>
            <w:r w:rsidR="00163143">
              <w:t>a trainee stablehand under the direction of a trainer or stable supervisor in a harness or thoroughbred racing stable.</w:t>
            </w:r>
            <w:r w:rsidR="004F3A6D">
              <w:t xml:space="preserve"> It is aimed at students in schools or others requiring pre-employment training in preparation for entry-level employment as a stablehand.</w:t>
            </w:r>
          </w:p>
          <w:p w14:paraId="4A1A82DA" w14:textId="77777777" w:rsidR="004F3A6D" w:rsidRDefault="004F3A6D" w:rsidP="00163143">
            <w:pPr>
              <w:pStyle w:val="SIText"/>
            </w:pPr>
          </w:p>
          <w:p w14:paraId="578625D2" w14:textId="30FD53B8" w:rsidR="000E00B6" w:rsidRPr="00323F49" w:rsidRDefault="004F3A6D" w:rsidP="000E00B6">
            <w:pPr>
              <w:pStyle w:val="SIText"/>
            </w:pPr>
            <w:r>
              <w:t>Individuals undertake routine tasks</w:t>
            </w:r>
            <w:r w:rsidR="00163143">
              <w:t xml:space="preserve"> </w:t>
            </w:r>
            <w:r>
              <w:t xml:space="preserve">of </w:t>
            </w:r>
            <w:r w:rsidR="00163143">
              <w:t>car</w:t>
            </w:r>
            <w:r>
              <w:t xml:space="preserve">ing, feeding and grooming </w:t>
            </w:r>
            <w:r w:rsidR="00163143">
              <w:t xml:space="preserve">horses and keeping the </w:t>
            </w:r>
            <w:r>
              <w:t xml:space="preserve">stable </w:t>
            </w:r>
            <w:r w:rsidR="00163143">
              <w:t xml:space="preserve">environment safe, clean and hygienic. </w:t>
            </w:r>
            <w:r>
              <w:t xml:space="preserve">They only </w:t>
            </w:r>
            <w:r w:rsidR="00163143">
              <w:t>handle horses that are well-educated</w:t>
            </w:r>
            <w:r>
              <w:t xml:space="preserve">, calm, compliant </w:t>
            </w:r>
            <w:r w:rsidR="00163143">
              <w:t xml:space="preserve">and </w:t>
            </w:r>
            <w:r>
              <w:t>manageable under supervision.</w:t>
            </w:r>
            <w:r w:rsidR="00163143">
              <w:t xml:space="preserve"> </w:t>
            </w:r>
            <w:r>
              <w:t>Driving or riding skills can be acquired through the selection of electives.</w:t>
            </w:r>
          </w:p>
          <w:p w14:paraId="450D831D" w14:textId="61EEDF0C" w:rsidR="00AC3C35" w:rsidRPr="00856837" w:rsidRDefault="00AC3C35" w:rsidP="000E00B6">
            <w:pPr>
              <w:pStyle w:val="SIText"/>
              <w:rPr>
                <w:color w:val="000000" w:themeColor="text1"/>
              </w:rPr>
            </w:pP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3D6F0344" w14:textId="23EFC11B" w:rsidR="000E00B6" w:rsidRPr="00AA1D1B" w:rsidRDefault="004B09C0" w:rsidP="000E00B6">
            <w:pPr>
              <w:pStyle w:val="SIText"/>
            </w:pPr>
            <w:r>
              <w:t xml:space="preserve">To </w:t>
            </w:r>
            <w:r w:rsidR="000E00B6" w:rsidRPr="00AA1D1B">
              <w:t xml:space="preserve">achieve this qualification, competency must be demonstrated in: </w:t>
            </w:r>
          </w:p>
          <w:p w14:paraId="66DD1DF2" w14:textId="246DCC41" w:rsidR="000E00B6" w:rsidRDefault="004B09C0" w:rsidP="000E00B6">
            <w:pPr>
              <w:pStyle w:val="SIBulletList1"/>
            </w:pPr>
            <w:r>
              <w:t>5</w:t>
            </w:r>
            <w:r w:rsidR="000E00B6">
              <w:t xml:space="preserve"> units of competency:</w:t>
            </w:r>
          </w:p>
          <w:p w14:paraId="4BD2A960" w14:textId="43B523D5" w:rsidR="000E00B6" w:rsidRPr="000C490A" w:rsidRDefault="004B09C0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 xml:space="preserve">3 </w:t>
            </w:r>
            <w:r w:rsidR="000E00B6" w:rsidRPr="000C490A">
              <w:t>core units plus</w:t>
            </w:r>
          </w:p>
          <w:p w14:paraId="6BB8A742" w14:textId="1E3F1DB2" w:rsidR="000E00B6" w:rsidRDefault="004B09C0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2</w:t>
            </w:r>
            <w:r w:rsidR="000E00B6" w:rsidRPr="000C490A">
              <w:t xml:space="preserve"> elective units.</w:t>
            </w:r>
          </w:p>
          <w:p w14:paraId="25F57196" w14:textId="77777777" w:rsidR="000E00B6" w:rsidRPr="00E048B1" w:rsidRDefault="000E00B6" w:rsidP="000E00B6">
            <w:pPr>
              <w:pStyle w:val="SIText"/>
            </w:pPr>
          </w:p>
          <w:p w14:paraId="54133C77" w14:textId="77777777" w:rsidR="000E00B6" w:rsidRPr="000C490A" w:rsidRDefault="000E00B6" w:rsidP="000E00B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038B2F" w14:textId="12487ECE" w:rsidR="000E00B6" w:rsidRDefault="004B09C0" w:rsidP="000E00B6">
            <w:pPr>
              <w:pStyle w:val="SIBulletList1"/>
            </w:pPr>
            <w:r>
              <w:t>at least 1</w:t>
            </w:r>
            <w:r w:rsidR="000E00B6">
              <w:t xml:space="preserve"> </w:t>
            </w:r>
            <w:r w:rsidR="000E00B6" w:rsidRPr="000C490A">
              <w:t>from the electives listed below</w:t>
            </w:r>
          </w:p>
          <w:p w14:paraId="7FFF3767" w14:textId="4B745D4D" w:rsidR="000E00B6" w:rsidRDefault="000E00B6" w:rsidP="000E00B6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 w:rsidR="004B09C0">
              <w:t>1</w:t>
            </w:r>
            <w:r w:rsidRPr="000C490A">
              <w:t xml:space="preserve"> from the electives listed below, or any currently endorsed Training Package or accredited course.</w:t>
            </w:r>
          </w:p>
          <w:p w14:paraId="13528D60" w14:textId="77777777" w:rsidR="00AC3C35" w:rsidRDefault="00AC3C35" w:rsidP="00AC3C35">
            <w:pPr>
              <w:pStyle w:val="SIText"/>
            </w:pPr>
          </w:p>
        </w:tc>
      </w:tr>
      <w:tr w:rsidR="00AC3C35" w:rsidRPr="00963A46" w14:paraId="50B93594" w14:textId="77777777" w:rsidTr="00D95201">
        <w:trPr>
          <w:trHeight w:val="88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5670"/>
            </w:tblGrid>
            <w:tr w:rsidR="00111131" w:rsidRPr="005C7EA8" w14:paraId="3814EB09" w14:textId="77777777" w:rsidTr="00111131">
              <w:tc>
                <w:tcPr>
                  <w:tcW w:w="1772" w:type="dxa"/>
                  <w:vAlign w:val="center"/>
                </w:tcPr>
                <w:p w14:paraId="31D580FB" w14:textId="01AD0A7C" w:rsidR="00111131" w:rsidRPr="00447750" w:rsidRDefault="00111131" w:rsidP="00111131">
                  <w:pPr>
                    <w:pStyle w:val="SIText"/>
                  </w:pPr>
                  <w:r w:rsidRPr="00447750">
                    <w:t>ACMEQU205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6C1E902" w14:textId="6677F6A9" w:rsidR="00111131" w:rsidRPr="00447750" w:rsidRDefault="00111131" w:rsidP="00111131">
                  <w:pPr>
                    <w:pStyle w:val="SIText"/>
                  </w:pPr>
                  <w:r w:rsidRPr="00447750">
                    <w:t>Apply knowledge of horse behaviour</w:t>
                  </w:r>
                </w:p>
              </w:tc>
            </w:tr>
            <w:tr w:rsidR="00111131" w:rsidRPr="005C7EA8" w14:paraId="6F19C791" w14:textId="77777777" w:rsidTr="00111131">
              <w:tc>
                <w:tcPr>
                  <w:tcW w:w="1772" w:type="dxa"/>
                  <w:vAlign w:val="center"/>
                </w:tcPr>
                <w:p w14:paraId="743DD4C8" w14:textId="23554317" w:rsidR="00111131" w:rsidRPr="00111131" w:rsidRDefault="00111131" w:rsidP="00111131">
                  <w:pPr>
                    <w:pStyle w:val="SIText"/>
                  </w:pPr>
                  <w:r w:rsidRPr="00111131">
                    <w:t>BSBWHS201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318F273" w14:textId="18FB8F57" w:rsidR="00111131" w:rsidRPr="00111131" w:rsidRDefault="00111131" w:rsidP="00111131">
                  <w:pPr>
                    <w:pStyle w:val="SIText"/>
                  </w:pPr>
                  <w:r w:rsidRPr="00111131">
                    <w:t>Contribute to the health and safety of self and others</w:t>
                  </w:r>
                </w:p>
              </w:tc>
            </w:tr>
            <w:tr w:rsidR="00111131" w:rsidRPr="005C7EA8" w14:paraId="5EBCC11F" w14:textId="77777777" w:rsidTr="00111131">
              <w:tc>
                <w:tcPr>
                  <w:tcW w:w="1772" w:type="dxa"/>
                  <w:vAlign w:val="center"/>
                </w:tcPr>
                <w:p w14:paraId="69D05F20" w14:textId="5097092C" w:rsidR="00111131" w:rsidRPr="00111131" w:rsidRDefault="00111131" w:rsidP="00111131">
                  <w:pPr>
                    <w:pStyle w:val="SIText"/>
                  </w:pPr>
                  <w:r w:rsidRPr="00111131">
                    <w:t>RGRPSH101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9DE42FC" w14:textId="36A303BE" w:rsidR="00111131" w:rsidRPr="00111131" w:rsidRDefault="00111131" w:rsidP="00111131">
                  <w:pPr>
                    <w:pStyle w:val="SIText"/>
                  </w:pPr>
                  <w:r w:rsidRPr="00111131">
                    <w:t>Catch and handle quiet horses under supervision</w:t>
                  </w:r>
                </w:p>
              </w:tc>
            </w:tr>
            <w:tr w:rsidR="00111131" w:rsidRPr="005C7EA8" w14:paraId="1DC5097A" w14:textId="77777777" w:rsidTr="00111131">
              <w:tc>
                <w:tcPr>
                  <w:tcW w:w="1772" w:type="dxa"/>
                  <w:vAlign w:val="center"/>
                </w:tcPr>
                <w:p w14:paraId="0A499A9B" w14:textId="4BD16918" w:rsidR="00111131" w:rsidRPr="00111131" w:rsidRDefault="00111131" w:rsidP="00111131">
                  <w:pPr>
                    <w:pStyle w:val="SIText"/>
                  </w:pPr>
                  <w:r w:rsidRPr="00111131">
                    <w:t>RGRPSH102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445109F4" w:rsidR="00111131" w:rsidRPr="00111131" w:rsidRDefault="00111131" w:rsidP="00111131">
                  <w:pPr>
                    <w:pStyle w:val="SIText"/>
                  </w:pPr>
                  <w:r w:rsidRPr="00111131">
                    <w:t>Perform basic stable duties</w:t>
                  </w:r>
                </w:p>
              </w:tc>
            </w:tr>
          </w:tbl>
          <w:p w14:paraId="331D58E9" w14:textId="77777777" w:rsidR="00AC3C35" w:rsidRDefault="00AC3C35" w:rsidP="000E00B6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26F0272" w14:textId="77777777" w:rsidR="00AC3C35" w:rsidRDefault="00AC3C35" w:rsidP="00AC3C35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5670"/>
            </w:tblGrid>
            <w:tr w:rsidR="004B09C0" w:rsidRPr="005C7EA8" w14:paraId="56CF0178" w14:textId="77777777" w:rsidTr="000E00B6">
              <w:tc>
                <w:tcPr>
                  <w:tcW w:w="1772" w:type="dxa"/>
                  <w:vAlign w:val="center"/>
                </w:tcPr>
                <w:p w14:paraId="045B4F7A" w14:textId="69275B60" w:rsidR="004B09C0" w:rsidRPr="00D57F69" w:rsidRDefault="004B09C0" w:rsidP="004B09C0">
                  <w:pPr>
                    <w:pStyle w:val="SIText"/>
                  </w:pPr>
                  <w:r>
                    <w:t>BSBCMM101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E04BCE2" w14:textId="25E95349" w:rsidR="004B09C0" w:rsidRPr="00D57F69" w:rsidRDefault="004B09C0" w:rsidP="004B09C0">
                  <w:pPr>
                    <w:pStyle w:val="SIText"/>
                  </w:pPr>
                  <w:r>
                    <w:t xml:space="preserve">Apply basic communication skills </w:t>
                  </w:r>
                </w:p>
              </w:tc>
            </w:tr>
            <w:tr w:rsidR="004B09C0" w:rsidRPr="005C7EA8" w14:paraId="6B9FB054" w14:textId="77777777" w:rsidTr="000E00B6">
              <w:tc>
                <w:tcPr>
                  <w:tcW w:w="1772" w:type="dxa"/>
                  <w:vAlign w:val="center"/>
                </w:tcPr>
                <w:p w14:paraId="1DEB3382" w14:textId="1FF3FF62" w:rsidR="004B09C0" w:rsidRPr="00D57F69" w:rsidRDefault="004B09C0" w:rsidP="004B09C0">
                  <w:pPr>
                    <w:pStyle w:val="SIText"/>
                  </w:pPr>
                  <w:r>
                    <w:t>BSBWOR202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323B33A" w14:textId="64266D20" w:rsidR="004B09C0" w:rsidRPr="00D57F69" w:rsidRDefault="004B09C0" w:rsidP="004B09C0">
                  <w:pPr>
                    <w:pStyle w:val="SIText"/>
                  </w:pPr>
                  <w:r>
                    <w:t xml:space="preserve">Organise and complete daily work activities </w:t>
                  </w:r>
                </w:p>
              </w:tc>
            </w:tr>
            <w:tr w:rsidR="004B09C0" w:rsidRPr="005C7EA8" w14:paraId="19673C0E" w14:textId="77777777" w:rsidTr="000E00B6">
              <w:tc>
                <w:tcPr>
                  <w:tcW w:w="1772" w:type="dxa"/>
                  <w:vAlign w:val="center"/>
                </w:tcPr>
                <w:p w14:paraId="58802B19" w14:textId="774B83C5" w:rsidR="004B09C0" w:rsidRDefault="004B09C0" w:rsidP="004B09C0">
                  <w:pPr>
                    <w:pStyle w:val="SIText"/>
                  </w:pPr>
                  <w:r>
                    <w:t>RGRCMN002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02403D" w14:textId="270B137B" w:rsidR="004B09C0" w:rsidRDefault="004B09C0" w:rsidP="004B09C0">
                  <w:pPr>
                    <w:pStyle w:val="SIText"/>
                  </w:pPr>
                  <w:r>
                    <w:t>Investigate job opportunities in racing and related industries </w:t>
                  </w:r>
                </w:p>
              </w:tc>
            </w:tr>
            <w:tr w:rsidR="00D95201" w:rsidRPr="005C7EA8" w14:paraId="16EB71AB" w14:textId="77777777" w:rsidTr="000E00B6">
              <w:tc>
                <w:tcPr>
                  <w:tcW w:w="1772" w:type="dxa"/>
                  <w:vAlign w:val="center"/>
                </w:tcPr>
                <w:p w14:paraId="6D15EF5C" w14:textId="5139D5E6" w:rsidR="00D95201" w:rsidRPr="00D95201" w:rsidRDefault="00D95201" w:rsidP="00D95201">
                  <w:pPr>
                    <w:pStyle w:val="SIText"/>
                  </w:pPr>
                  <w:r w:rsidRPr="00D95201"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D8CA038" w14:textId="46DFA921" w:rsidR="00D95201" w:rsidRPr="00D95201" w:rsidRDefault="00D95201" w:rsidP="00D95201">
                  <w:pPr>
                    <w:pStyle w:val="SIText"/>
                  </w:pPr>
                  <w:r w:rsidRPr="00D95201">
                    <w:t>Handle racehorses in stables and at trackwork</w:t>
                  </w:r>
                </w:p>
              </w:tc>
            </w:tr>
            <w:tr w:rsidR="004B09C0" w:rsidRPr="005C7EA8" w14:paraId="18D5BBC7" w14:textId="77777777" w:rsidTr="000E00B6">
              <w:tc>
                <w:tcPr>
                  <w:tcW w:w="1772" w:type="dxa"/>
                  <w:vAlign w:val="center"/>
                </w:tcPr>
                <w:p w14:paraId="77BD7493" w14:textId="26AE2BF6" w:rsidR="004B09C0" w:rsidRPr="002F7B2F" w:rsidRDefault="004B09C0" w:rsidP="004B09C0">
                  <w:pPr>
                    <w:pStyle w:val="SIText"/>
                  </w:pPr>
                  <w:r w:rsidRPr="00D57F69">
                    <w:t>RGRPSH205</w:t>
                  </w:r>
                  <w:r w:rsidR="0044775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2E2F34" w14:textId="2D8A1E03" w:rsidR="004B09C0" w:rsidRPr="002F7B2F" w:rsidRDefault="004B09C0" w:rsidP="00447750">
                  <w:pPr>
                    <w:pStyle w:val="SIText"/>
                  </w:pPr>
                  <w:r w:rsidRPr="00D57F69">
                    <w:t xml:space="preserve">Perform basic riding </w:t>
                  </w:r>
                  <w:r w:rsidR="00447750">
                    <w:t>skills</w:t>
                  </w:r>
                  <w:r w:rsidRPr="00D57F69">
                    <w:t xml:space="preserve"> in the racing industry</w:t>
                  </w:r>
                </w:p>
              </w:tc>
            </w:tr>
            <w:tr w:rsidR="004B09C0" w:rsidRPr="005C7EA8" w14:paraId="2F1DD534" w14:textId="77777777" w:rsidTr="000E00B6">
              <w:tc>
                <w:tcPr>
                  <w:tcW w:w="1772" w:type="dxa"/>
                  <w:vAlign w:val="center"/>
                </w:tcPr>
                <w:p w14:paraId="5A918B9F" w14:textId="6F84110F" w:rsidR="004B09C0" w:rsidRPr="002F7B2F" w:rsidRDefault="004B09C0" w:rsidP="004B09C0">
                  <w:pPr>
                    <w:pStyle w:val="SIText"/>
                  </w:pPr>
                  <w:r>
                    <w:t>RGRPSH203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66CEDBAB" w:rsidR="004B09C0" w:rsidRPr="002F7B2F" w:rsidRDefault="004B09C0" w:rsidP="004B09C0">
                  <w:pPr>
                    <w:pStyle w:val="SIText"/>
                  </w:pPr>
                  <w:r>
                    <w:t>Perform basic driving tasks</w:t>
                  </w:r>
                </w:p>
              </w:tc>
            </w:tr>
          </w:tbl>
          <w:p w14:paraId="7F72BBEC" w14:textId="77777777" w:rsidR="00AC3C35" w:rsidRDefault="00AC3C35" w:rsidP="00AC3C35"/>
          <w:p w14:paraId="0B894768" w14:textId="77777777" w:rsidR="00D95201" w:rsidRDefault="00D95201" w:rsidP="00AC3C35">
            <w:bookmarkStart w:id="0" w:name="_GoBack"/>
            <w:bookmarkEnd w:id="0"/>
          </w:p>
          <w:p w14:paraId="498E3242" w14:textId="77777777" w:rsidR="00447750" w:rsidRPr="004D2710" w:rsidRDefault="00447750" w:rsidP="0044775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6384AB07" w14:textId="35F2B5E3" w:rsidR="00447750" w:rsidRDefault="00447750" w:rsidP="00D95201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983499A" w14:textId="77777777" w:rsidR="00447750" w:rsidRDefault="00447750" w:rsidP="00447750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47750" w14:paraId="7E2B6FFA" w14:textId="77777777" w:rsidTr="00FB5859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B679F" w14:textId="77777777" w:rsidR="00447750" w:rsidRPr="004D2710" w:rsidRDefault="00447750" w:rsidP="00447750">
                  <w:pPr>
                    <w:pStyle w:val="SIText-Bold"/>
                  </w:pPr>
                  <w:r w:rsidRPr="004D2710">
                    <w:lastRenderedPageBreak/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30DF5" w14:textId="77777777" w:rsidR="00447750" w:rsidRPr="004D2710" w:rsidRDefault="00447750" w:rsidP="0044775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95201" w14:paraId="42B4781C" w14:textId="77777777" w:rsidTr="009D73F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E89E3" w14:textId="5CEC2F4C" w:rsidR="00D95201" w:rsidRPr="00D30BC5" w:rsidRDefault="00D95201" w:rsidP="00D95201">
                  <w:pPr>
                    <w:pStyle w:val="SIText"/>
                  </w:pPr>
                  <w:r w:rsidRPr="00D57F69">
                    <w:t xml:space="preserve">RGRPSH205 </w:t>
                  </w:r>
                  <w:r w:rsidRPr="00D57F69">
                    <w:t xml:space="preserve">Perform basic riding </w:t>
                  </w:r>
                  <w:r>
                    <w:t>skills</w:t>
                  </w:r>
                  <w:r w:rsidRPr="00D57F69">
                    <w:t xml:space="preserve"> in the racing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1F094B" w14:textId="7CDE0450" w:rsidR="00D95201" w:rsidRPr="00D30BC5" w:rsidRDefault="00D95201" w:rsidP="00D95201">
                  <w:pPr>
                    <w:pStyle w:val="SIText"/>
                  </w:pPr>
                  <w:r w:rsidRPr="00D95201">
                    <w:t>RGRPSH201</w:t>
                  </w:r>
                  <w:r>
                    <w:t xml:space="preserve"> </w:t>
                  </w:r>
                  <w:r w:rsidRPr="00D95201">
                    <w:t>Handle racehorses in stables and at trackwork</w:t>
                  </w:r>
                </w:p>
              </w:tc>
            </w:tr>
          </w:tbl>
          <w:p w14:paraId="040EDF03" w14:textId="77777777" w:rsidR="00447750" w:rsidRDefault="00447750" w:rsidP="00AC3C35"/>
          <w:p w14:paraId="302D30E3" w14:textId="77777777" w:rsidR="00AC3C35" w:rsidRDefault="00AC3C35" w:rsidP="004B09C0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124B8F" w:rsidRPr="000C13F1" w14:paraId="2A1B2A38" w14:textId="77777777" w:rsidTr="00511417">
              <w:trPr>
                <w:tblHeader/>
              </w:trPr>
              <w:tc>
                <w:tcPr>
                  <w:tcW w:w="1028" w:type="pct"/>
                </w:tcPr>
                <w:p w14:paraId="78813877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0602EB6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4ECAAC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661342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B09C0" w:rsidRPr="00BC49BB" w14:paraId="42349AC5" w14:textId="77777777" w:rsidTr="00511417">
              <w:tc>
                <w:tcPr>
                  <w:tcW w:w="1028" w:type="pct"/>
                </w:tcPr>
                <w:p w14:paraId="6F2F5C97" w14:textId="32B7B973" w:rsidR="004B09C0" w:rsidRPr="001B7D1A" w:rsidRDefault="004B09C0" w:rsidP="004B09C0">
                  <w:pPr>
                    <w:pStyle w:val="SIText"/>
                  </w:pPr>
                  <w:r>
                    <w:t>RGR10118 Certificate I</w:t>
                  </w:r>
                  <w:r w:rsidRPr="001B7D1A">
                    <w:t xml:space="preserve"> in Racing (Stablehand)</w:t>
                  </w:r>
                </w:p>
                <w:p w14:paraId="06FFFA2E" w14:textId="77777777" w:rsidR="004B09C0" w:rsidRPr="00923720" w:rsidRDefault="004B09C0" w:rsidP="004B09C0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29E5ABB0" w14:textId="24CF87C6" w:rsidR="004B09C0" w:rsidRPr="00BC49BB" w:rsidRDefault="004B09C0" w:rsidP="00D95201">
                  <w:pPr>
                    <w:pStyle w:val="SIText"/>
                  </w:pPr>
                  <w:r>
                    <w:t>RGR10108 Certificate I</w:t>
                  </w:r>
                  <w:r w:rsidRPr="001B7D1A">
                    <w:t xml:space="preserve"> in Racing (Stablehand)</w:t>
                  </w:r>
                </w:p>
              </w:tc>
              <w:tc>
                <w:tcPr>
                  <w:tcW w:w="1398" w:type="pct"/>
                </w:tcPr>
                <w:p w14:paraId="7F4D8426" w14:textId="77777777" w:rsidR="004B09C0" w:rsidRDefault="004B09C0" w:rsidP="004B09C0">
                  <w:pPr>
                    <w:pStyle w:val="SIText"/>
                  </w:pPr>
                  <w:r>
                    <w:t>Updated to reflect Standards for Training Packages</w:t>
                  </w:r>
                </w:p>
                <w:p w14:paraId="6AF85028" w14:textId="602D1CB6" w:rsidR="004B09C0" w:rsidRPr="00BC49BB" w:rsidRDefault="004B09C0" w:rsidP="004B09C0">
                  <w:pPr>
                    <w:pStyle w:val="SI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53280AD6" w14:textId="26F0B414" w:rsidR="004B09C0" w:rsidRPr="00BC49BB" w:rsidRDefault="004B09C0" w:rsidP="004B09C0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44D6E3B6" w14:textId="5BD39CA4" w:rsidR="00124B8F" w:rsidRDefault="00124B8F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124B8F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C9807" w14:textId="77777777" w:rsidR="00897457" w:rsidRDefault="00897457" w:rsidP="00BF3F0A">
      <w:r>
        <w:separator/>
      </w:r>
    </w:p>
    <w:p w14:paraId="37210462" w14:textId="77777777" w:rsidR="00897457" w:rsidRDefault="00897457"/>
  </w:endnote>
  <w:endnote w:type="continuationSeparator" w:id="0">
    <w:p w14:paraId="2DF039C3" w14:textId="77777777" w:rsidR="00897457" w:rsidRDefault="00897457" w:rsidP="00BF3F0A">
      <w:r>
        <w:continuationSeparator/>
      </w:r>
    </w:p>
    <w:p w14:paraId="73E4AD27" w14:textId="77777777" w:rsidR="00897457" w:rsidRDefault="00897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201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3428A" w14:textId="77777777" w:rsidR="00897457" w:rsidRDefault="00897457" w:rsidP="00BF3F0A">
      <w:r>
        <w:separator/>
      </w:r>
    </w:p>
    <w:p w14:paraId="396C9D19" w14:textId="77777777" w:rsidR="00897457" w:rsidRDefault="00897457"/>
  </w:footnote>
  <w:footnote w:type="continuationSeparator" w:id="0">
    <w:p w14:paraId="4D570AAB" w14:textId="77777777" w:rsidR="00897457" w:rsidRDefault="00897457" w:rsidP="00BF3F0A">
      <w:r>
        <w:continuationSeparator/>
      </w:r>
    </w:p>
    <w:p w14:paraId="1F4120C2" w14:textId="77777777" w:rsidR="00897457" w:rsidRDefault="008974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5BB5A" w14:textId="4561729A" w:rsidR="00AC3C35" w:rsidRPr="00AC3C35" w:rsidRDefault="00AC3C35" w:rsidP="00AC3C35">
    <w:pPr>
      <w:pStyle w:val="Header"/>
    </w:pPr>
    <w:r w:rsidRPr="00AC3C35">
      <w:t>RGR</w:t>
    </w:r>
    <w:r w:rsidR="00163143">
      <w:t>10118 Certificate I</w:t>
    </w:r>
    <w:r w:rsidRPr="00AC3C35">
      <w:t xml:space="preserve"> in Racing (Stablehand)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311A"/>
    <w:rsid w:val="00064BFE"/>
    <w:rsid w:val="00070B3E"/>
    <w:rsid w:val="00071F95"/>
    <w:rsid w:val="000737BB"/>
    <w:rsid w:val="00074E47"/>
    <w:rsid w:val="0008776E"/>
    <w:rsid w:val="000A5441"/>
    <w:rsid w:val="000C13F1"/>
    <w:rsid w:val="000D7BE6"/>
    <w:rsid w:val="000E00B6"/>
    <w:rsid w:val="000E2C86"/>
    <w:rsid w:val="000F29F2"/>
    <w:rsid w:val="00101659"/>
    <w:rsid w:val="001078BF"/>
    <w:rsid w:val="00111131"/>
    <w:rsid w:val="00124B8F"/>
    <w:rsid w:val="00133957"/>
    <w:rsid w:val="001372F6"/>
    <w:rsid w:val="00140954"/>
    <w:rsid w:val="001441C2"/>
    <w:rsid w:val="00144385"/>
    <w:rsid w:val="00151293"/>
    <w:rsid w:val="00151D93"/>
    <w:rsid w:val="00156EF3"/>
    <w:rsid w:val="0016314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B57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47750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09C0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A6D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2ACA"/>
    <w:rsid w:val="007860B7"/>
    <w:rsid w:val="00786DC8"/>
    <w:rsid w:val="007A1149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2077"/>
    <w:rsid w:val="00865011"/>
    <w:rsid w:val="00883C6C"/>
    <w:rsid w:val="00886790"/>
    <w:rsid w:val="008908DE"/>
    <w:rsid w:val="00894FBB"/>
    <w:rsid w:val="00897457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3957"/>
    <w:rsid w:val="00B12013"/>
    <w:rsid w:val="00B22C67"/>
    <w:rsid w:val="00B3508F"/>
    <w:rsid w:val="00B443EE"/>
    <w:rsid w:val="00B4683F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0022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303D"/>
    <w:rsid w:val="00D95201"/>
    <w:rsid w:val="00DA0A81"/>
    <w:rsid w:val="00DA3C10"/>
    <w:rsid w:val="00DA53B5"/>
    <w:rsid w:val="00DC1D69"/>
    <w:rsid w:val="00DC4832"/>
    <w:rsid w:val="00DC5A3A"/>
    <w:rsid w:val="00E048B1"/>
    <w:rsid w:val="00E238E6"/>
    <w:rsid w:val="00E246B1"/>
    <w:rsid w:val="00E35064"/>
    <w:rsid w:val="00E438C3"/>
    <w:rsid w:val="00E501F0"/>
    <w:rsid w:val="00E55315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16314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5620-7944-47FB-BD70-67AE0DC18A99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4257A-5BC4-41B0-8428-1ED6595AD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5</cp:revision>
  <cp:lastPrinted>2016-05-27T05:21:00Z</cp:lastPrinted>
  <dcterms:created xsi:type="dcterms:W3CDTF">2017-11-28T23:29:00Z</dcterms:created>
  <dcterms:modified xsi:type="dcterms:W3CDTF">2017-11-29T04:14:00Z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